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7EC2F59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F03CF1">
              <w:rPr>
                <w:rFonts w:asciiTheme="minorHAnsi" w:hAnsiTheme="minorHAnsi" w:cstheme="minorHAnsi"/>
              </w:rPr>
              <w:t>Łódź</w:t>
            </w:r>
          </w:p>
          <w:p w14:paraId="3C9871A5" w14:textId="0AE1268D" w:rsidR="00B67D39" w:rsidRPr="006B56FD" w:rsidRDefault="00F03CF1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Tuwima 58</w:t>
            </w:r>
          </w:p>
          <w:p w14:paraId="3F4CA6ED" w14:textId="7A90B20E" w:rsidR="00B67D39" w:rsidRPr="006B56FD" w:rsidRDefault="00F03CF1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7BB6BA93" w14:textId="6A277D9B" w:rsidR="00E75E59" w:rsidRPr="00E75E59" w:rsidRDefault="00CC7E12" w:rsidP="00E75E59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03CF1" w:rsidRPr="00F03CF1">
        <w:rPr>
          <w:rFonts w:cstheme="minorHAnsi"/>
          <w:b/>
          <w:i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</w:r>
      <w:r w:rsidR="00E75E59" w:rsidRPr="00E75E59">
        <w:rPr>
          <w:rFonts w:cstheme="minorHAnsi"/>
          <w:b/>
          <w:i/>
        </w:rPr>
        <w:t>.</w:t>
      </w:r>
      <w:r w:rsidRPr="00CC7E12">
        <w:rPr>
          <w:rFonts w:cstheme="minorHAnsi"/>
        </w:rPr>
        <w:t xml:space="preserve">, nr </w:t>
      </w:r>
    </w:p>
    <w:p w14:paraId="63B1B52A" w14:textId="080A8B2A" w:rsidR="00CC7E12" w:rsidRPr="00CC7E12" w:rsidRDefault="00E75E59" w:rsidP="00E75E59">
      <w:pPr>
        <w:jc w:val="both"/>
        <w:rPr>
          <w:rFonts w:cstheme="minorHAnsi"/>
        </w:rPr>
      </w:pPr>
      <w:r w:rsidRPr="00E75E59">
        <w:rPr>
          <w:rFonts w:cstheme="minorHAnsi"/>
          <w:b/>
        </w:rPr>
        <w:t>POST/DYS/OLD/GZ/</w:t>
      </w:r>
      <w:r w:rsidR="00F03CF1" w:rsidRPr="00E75E59">
        <w:rPr>
          <w:rFonts w:cstheme="minorHAnsi"/>
          <w:b/>
        </w:rPr>
        <w:t>046</w:t>
      </w:r>
      <w:r w:rsidR="00F03CF1">
        <w:rPr>
          <w:rFonts w:cstheme="minorHAnsi"/>
          <w:b/>
        </w:rPr>
        <w:t>60</w:t>
      </w:r>
      <w:r w:rsidRPr="00E75E59">
        <w:rPr>
          <w:rFonts w:cstheme="minorHAnsi"/>
          <w:b/>
        </w:rPr>
        <w:t>/2025</w:t>
      </w:r>
      <w:r w:rsidR="00CC7E12"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="00CC7E12"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E75E59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>, zaktualizowanym rozporządzeniem Rady (UE) 2025/2033 (Dz.U. L, 2025/2033 z 23.10.2025) dalej: rozporządzenie 2025/2033</w:t>
      </w:r>
      <w:r w:rsidRPr="00143C08">
        <w:t>.</w:t>
      </w:r>
      <w:r w:rsidRPr="00143C08">
        <w:rPr>
          <w:vertAlign w:val="superscript"/>
        </w:rPr>
        <w:footnoteReference w:id="1"/>
      </w:r>
    </w:p>
    <w:p w14:paraId="3EA3242A" w14:textId="1003CB35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01A5" w14:textId="77777777" w:rsidR="00862E87" w:rsidRDefault="00862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2B3270E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49224CC5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245E5764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F41FE5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1C6E590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467E" w14:textId="77777777" w:rsidR="00862E87" w:rsidRDefault="00862E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0F3F3744" w:rsidR="00347E8D" w:rsidRPr="006E100D" w:rsidRDefault="00F03CF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03CF1">
            <w:rPr>
              <w:rFonts w:asciiTheme="majorHAnsi" w:hAnsiTheme="majorHAnsi"/>
              <w:color w:val="000000" w:themeColor="text1"/>
              <w:sz w:val="14"/>
              <w:szCs w:val="18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    </w:r>
          <w:r w:rsidR="00E75E59" w:rsidRPr="00E75E59"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7A99C92D" w14:textId="77777777" w:rsidR="00E75E59" w:rsidRPr="00E75E59" w:rsidRDefault="00E75E59" w:rsidP="00E75E5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5490C746" w:rsidR="00347E8D" w:rsidRPr="006B2C28" w:rsidRDefault="00E75E5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75E59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62E87" w:rsidRPr="00E75E59">
            <w:rPr>
              <w:rFonts w:asciiTheme="majorHAnsi" w:hAnsiTheme="majorHAnsi"/>
              <w:color w:val="000000" w:themeColor="text1"/>
              <w:sz w:val="14"/>
              <w:szCs w:val="18"/>
            </w:rPr>
            <w:t>046</w:t>
          </w:r>
          <w:r w:rsidR="00862E87">
            <w:rPr>
              <w:rFonts w:asciiTheme="majorHAnsi" w:hAnsiTheme="majorHAnsi"/>
              <w:color w:val="000000" w:themeColor="text1"/>
              <w:sz w:val="14"/>
              <w:szCs w:val="18"/>
            </w:rPr>
            <w:t>60</w:t>
          </w:r>
          <w:r w:rsidRPr="00E75E59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39043874">
              <wp:simplePos x="0" y="0"/>
              <wp:positionH relativeFrom="page">
                <wp:align>right</wp:align>
              </wp:positionH>
              <wp:positionV relativeFrom="page">
                <wp:posOffset>142703</wp:posOffset>
              </wp:positionV>
              <wp:extent cx="7560310" cy="45719"/>
              <wp:effectExtent l="0" t="0" r="0" b="1206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V="1">
                        <a:off x="0" y="0"/>
                        <a:ext cx="7560310" cy="457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544.1pt;margin-top:11.25pt;width:595.3pt;height:3.6pt;flip:y;z-index:251667456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44F2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05F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2E87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E59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5BF6"/>
    <w:rsid w:val="00F01E75"/>
    <w:rsid w:val="00F03CF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D9A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Oświadczenie.docx</dmsv2BaseFileName>
    <dmsv2BaseDisplayName xmlns="http://schemas.microsoft.com/sharepoint/v3">Załącznik nr 4 do SWZ - Oświadczenie</dmsv2BaseDisplayName>
    <dmsv2SWPP2ObjectNumber xmlns="http://schemas.microsoft.com/sharepoint/v3">POST/DYS/OLD/GZ/04660/2025                        </dmsv2SWPP2ObjectNumber>
    <dmsv2SWPP2SumMD5 xmlns="http://schemas.microsoft.com/sharepoint/v3">cea962431e8299d7b07b023a87430b23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24107584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JEUP5JKVCYQC-922955212-20630</_dlc_DocId>
    <_dlc_DocIdUrl xmlns="a19cb1c7-c5c7-46d4-85ae-d83685407bba">
      <Url>https://swpp2.dms.gkpge.pl/sites/41/_layouts/15/DocIdRedir.aspx?ID=JEUP5JKVCYQC-922955212-20630</Url>
      <Description>JEUP5JKVCYQC-922955212-20630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56A66C-828E-424C-ADAD-ACCE3A6CBAA3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D98D158-8DFD-400F-8FC0-5F3C875B314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3</Pages>
  <Words>825</Words>
  <Characters>4950</Characters>
  <Application>Microsoft Office Word</Application>
  <DocSecurity>0</DocSecurity>
  <Lines>41</Lines>
  <Paragraphs>11</Paragraphs>
  <ScaleCrop>false</ScaleCrop>
  <Company>PGE Systemy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5</cp:revision>
  <cp:lastPrinted>2024-07-15T11:21:00Z</cp:lastPrinted>
  <dcterms:created xsi:type="dcterms:W3CDTF">2025-11-24T10:32:00Z</dcterms:created>
  <dcterms:modified xsi:type="dcterms:W3CDTF">2026-01-13T07:56:00Z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69305bbd-3b10-4b2e-8911-975ee5657ebd</vt:lpwstr>
  </property>
</Properties>
</file>